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A4305B" w:rsidP="00A4305B">
      <w:pPr>
        <w:jc w:val="center"/>
        <w:rPr>
          <w:b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A4305B">
        <w:rPr>
          <w:b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Les chiffres en lettres</w:t>
      </w:r>
    </w:p>
    <w:p w:rsidR="00A4305B" w:rsidRDefault="00A4305B" w:rsidP="00A4305B">
      <w:pPr>
        <w:jc w:val="center"/>
        <w:rPr>
          <w:b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A64D8D" wp14:editId="4FF9FB41">
                <wp:simplePos x="0" y="0"/>
                <wp:positionH relativeFrom="column">
                  <wp:posOffset>2614930</wp:posOffset>
                </wp:positionH>
                <wp:positionV relativeFrom="paragraph">
                  <wp:posOffset>396240</wp:posOffset>
                </wp:positionV>
                <wp:extent cx="2476500" cy="71437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7143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26" style="position:absolute;margin-left:205.9pt;margin-top:31.2pt;width:195pt;height:56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" filled="f" strokecolor="black [1600]" strokeweight="2pt"/>
            </w:pict>
          </mc:Fallback>
        </mc:AlternateContent>
      </w:r>
      <w:r>
        <w:rPr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9CB2F0" wp14:editId="52899361">
                <wp:simplePos x="0" y="0"/>
                <wp:positionH relativeFrom="column">
                  <wp:posOffset>-118745</wp:posOffset>
                </wp:positionH>
                <wp:positionV relativeFrom="paragraph">
                  <wp:posOffset>396240</wp:posOffset>
                </wp:positionV>
                <wp:extent cx="2333625" cy="7143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7143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9.35pt;margin-top:31.2pt;width:183.75pt;height:5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" filled="f" strokecolor="black [1600]" strokeweight="2pt"/>
            </w:pict>
          </mc:Fallback>
        </mc:AlternateContent>
      </w:r>
    </w:p>
    <w:p w:rsidR="00A4305B" w:rsidRDefault="00A4305B" w:rsidP="00A4305B">
      <w:pPr>
        <w:rPr>
          <w:sz w:val="96"/>
          <w:szCs w:val="96"/>
        </w:rPr>
      </w:pPr>
      <w:r w:rsidRPr="00A4305B">
        <w:rPr>
          <w:color w:val="00B0F0"/>
          <w:sz w:val="96"/>
          <w:szCs w:val="96"/>
        </w:rPr>
        <w:t>WAHID</w:t>
      </w:r>
      <w:r w:rsidRPr="00A4305B">
        <w:rPr>
          <w:color w:val="00B0F0"/>
          <w:sz w:val="96"/>
          <w:szCs w:val="96"/>
        </w:rPr>
        <w:tab/>
      </w:r>
      <w:r w:rsidRPr="00A4305B">
        <w:rPr>
          <w:sz w:val="96"/>
          <w:szCs w:val="96"/>
        </w:rPr>
        <w:tab/>
      </w:r>
      <w:r w:rsidRPr="00A4305B">
        <w:rPr>
          <w:color w:val="00B0F0"/>
          <w:sz w:val="96"/>
          <w:szCs w:val="96"/>
        </w:rPr>
        <w:t>ITHNAN</w:t>
      </w:r>
    </w:p>
    <w:p w:rsidR="00A4305B" w:rsidRPr="00A4305B" w:rsidRDefault="00A4305B" w:rsidP="00A4305B">
      <w:pPr>
        <w:rPr>
          <w:sz w:val="96"/>
          <w:szCs w:val="96"/>
        </w:rPr>
      </w:pPr>
    </w:p>
    <w:p w:rsidR="00A4305B" w:rsidRDefault="00A4305B" w:rsidP="00A4305B">
      <w:pPr>
        <w:rPr>
          <w:sz w:val="96"/>
          <w:szCs w:val="96"/>
        </w:rPr>
      </w:pPr>
      <w:r w:rsidRPr="00A4305B">
        <w:rPr>
          <w:b/>
          <w:noProof/>
          <w:color w:val="00B0F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08101E" wp14:editId="1A5F35C7">
                <wp:simplePos x="0" y="0"/>
                <wp:positionH relativeFrom="column">
                  <wp:posOffset>-118745</wp:posOffset>
                </wp:positionH>
                <wp:positionV relativeFrom="paragraph">
                  <wp:posOffset>23495</wp:posOffset>
                </wp:positionV>
                <wp:extent cx="3905250" cy="7143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0" cy="7143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6" style="position:absolute;margin-left:-9.35pt;margin-top:1.85pt;width:307.5pt;height:56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" filled="f" strokecolor="black [1600]" strokeweight="2pt"/>
            </w:pict>
          </mc:Fallback>
        </mc:AlternateContent>
      </w:r>
      <w:r w:rsidRPr="00A4305B">
        <w:rPr>
          <w:color w:val="00B0F0"/>
          <w:sz w:val="96"/>
          <w:szCs w:val="96"/>
        </w:rPr>
        <w:t>THALANTHA</w:t>
      </w:r>
      <w:r w:rsidRPr="00A4305B">
        <w:rPr>
          <w:sz w:val="96"/>
          <w:szCs w:val="96"/>
        </w:rPr>
        <w:tab/>
      </w:r>
    </w:p>
    <w:p w:rsidR="00A4305B" w:rsidRDefault="00A4305B" w:rsidP="00A4305B">
      <w:pPr>
        <w:rPr>
          <w:sz w:val="96"/>
          <w:szCs w:val="96"/>
        </w:rPr>
      </w:pPr>
    </w:p>
    <w:p w:rsidR="00A4305B" w:rsidRPr="00A4305B" w:rsidRDefault="00A4305B" w:rsidP="00A4305B">
      <w:pPr>
        <w:rPr>
          <w:sz w:val="96"/>
          <w:szCs w:val="96"/>
        </w:rPr>
      </w:pPr>
      <w:r>
        <w:rPr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B7B73C" wp14:editId="4AFD61EC">
                <wp:simplePos x="0" y="0"/>
                <wp:positionH relativeFrom="column">
                  <wp:posOffset>300355</wp:posOffset>
                </wp:positionH>
                <wp:positionV relativeFrom="paragraph">
                  <wp:posOffset>12065</wp:posOffset>
                </wp:positionV>
                <wp:extent cx="2457450" cy="7143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7143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" o:spid="_x0000_s1026" style="position:absolute;margin-left:23.65pt;margin-top:.95pt;width:193.5pt;height:56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" filled="f" strokecolor="black [1600]" strokeweight="2pt"/>
            </w:pict>
          </mc:Fallback>
        </mc:AlternateContent>
      </w:r>
      <w:r w:rsidRPr="00A4305B">
        <w:rPr>
          <w:sz w:val="96"/>
          <w:szCs w:val="96"/>
        </w:rPr>
        <w:tab/>
      </w:r>
      <w:r w:rsidRPr="00A4305B">
        <w:rPr>
          <w:color w:val="00B0F0"/>
          <w:sz w:val="96"/>
          <w:szCs w:val="96"/>
        </w:rPr>
        <w:t>ARBA'A</w:t>
      </w:r>
    </w:p>
    <w:p w:rsidR="00A4305B" w:rsidRPr="00A4305B" w:rsidRDefault="00A4305B" w:rsidP="00A4305B">
      <w:pPr>
        <w:rPr>
          <w:sz w:val="96"/>
          <w:szCs w:val="96"/>
        </w:rPr>
      </w:pPr>
    </w:p>
    <w:p w:rsidR="00A4305B" w:rsidRPr="00A4305B" w:rsidRDefault="00A4305B" w:rsidP="00A4305B">
      <w:pPr>
        <w:rPr>
          <w:sz w:val="96"/>
          <w:szCs w:val="96"/>
        </w:rPr>
      </w:pPr>
      <w:r w:rsidRPr="00A4305B">
        <w:rPr>
          <w:b/>
          <w:noProof/>
          <w:color w:val="00B0F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DAFE35" wp14:editId="0C56F1B4">
                <wp:simplePos x="0" y="0"/>
                <wp:positionH relativeFrom="column">
                  <wp:posOffset>-118745</wp:posOffset>
                </wp:positionH>
                <wp:positionV relativeFrom="paragraph">
                  <wp:posOffset>10795</wp:posOffset>
                </wp:positionV>
                <wp:extent cx="2790825" cy="71437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7143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6" o:spid="_x0000_s1026" style="position:absolute;margin-left:-9.35pt;margin-top:.85pt;width:219.75pt;height:56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" filled="f" strokecolor="black [1600]" strokeweight="2pt"/>
            </w:pict>
          </mc:Fallback>
        </mc:AlternateContent>
      </w:r>
      <w:r w:rsidRPr="00A4305B">
        <w:rPr>
          <w:b/>
          <w:noProof/>
          <w:color w:val="00B0F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786089" wp14:editId="6A1C0C1C">
                <wp:simplePos x="0" y="0"/>
                <wp:positionH relativeFrom="column">
                  <wp:posOffset>2919731</wp:posOffset>
                </wp:positionH>
                <wp:positionV relativeFrom="paragraph">
                  <wp:posOffset>10795</wp:posOffset>
                </wp:positionV>
                <wp:extent cx="2171700" cy="71437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7143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5" o:spid="_x0000_s1026" style="position:absolute;margin-left:229.9pt;margin-top:.85pt;width:171pt;height:56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" filled="f" strokecolor="black [1600]" strokeweight="2pt"/>
            </w:pict>
          </mc:Fallback>
        </mc:AlternateContent>
      </w:r>
      <w:r w:rsidRPr="00A4305B">
        <w:rPr>
          <w:color w:val="00B0F0"/>
          <w:sz w:val="96"/>
          <w:szCs w:val="96"/>
        </w:rPr>
        <w:t>KHAMSA</w:t>
      </w:r>
      <w:r w:rsidRPr="00A4305B">
        <w:rPr>
          <w:sz w:val="96"/>
          <w:szCs w:val="96"/>
        </w:rPr>
        <w:tab/>
      </w:r>
      <w:r w:rsidRPr="00A4305B">
        <w:rPr>
          <w:sz w:val="96"/>
          <w:szCs w:val="96"/>
        </w:rPr>
        <w:tab/>
      </w:r>
      <w:r w:rsidRPr="00A4305B">
        <w:rPr>
          <w:color w:val="00B0F0"/>
          <w:sz w:val="96"/>
          <w:szCs w:val="96"/>
        </w:rPr>
        <w:t>SITTA</w:t>
      </w:r>
    </w:p>
    <w:p w:rsidR="00A4305B" w:rsidRPr="00A4305B" w:rsidRDefault="00A4305B" w:rsidP="00A4305B">
      <w:pPr>
        <w:rPr>
          <w:sz w:val="96"/>
          <w:szCs w:val="96"/>
        </w:rPr>
      </w:pPr>
    </w:p>
    <w:p w:rsidR="00A4305B" w:rsidRPr="00A4305B" w:rsidRDefault="00A4305B" w:rsidP="00A4305B">
      <w:pPr>
        <w:rPr>
          <w:sz w:val="96"/>
          <w:szCs w:val="96"/>
        </w:rPr>
      </w:pPr>
      <w:r w:rsidRPr="00A4305B">
        <w:rPr>
          <w:b/>
          <w:noProof/>
          <w:color w:val="00B0F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B2F598" wp14:editId="2084A73B">
                <wp:simplePos x="0" y="0"/>
                <wp:positionH relativeFrom="column">
                  <wp:posOffset>2157730</wp:posOffset>
                </wp:positionH>
                <wp:positionV relativeFrom="paragraph">
                  <wp:posOffset>8890</wp:posOffset>
                </wp:positionV>
                <wp:extent cx="3371850" cy="71437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0" cy="7143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8" o:spid="_x0000_s1026" style="position:absolute;margin-left:169.9pt;margin-top:.7pt;width:265.5pt;height:56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" filled="f" strokecolor="black [1600]" strokeweight="2pt"/>
            </w:pict>
          </mc:Fallback>
        </mc:AlternateContent>
      </w:r>
      <w:r w:rsidRPr="00A4305B">
        <w:rPr>
          <w:b/>
          <w:noProof/>
          <w:color w:val="00B0F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C8681C" wp14:editId="414EBBE2">
                <wp:simplePos x="0" y="0"/>
                <wp:positionH relativeFrom="column">
                  <wp:posOffset>-280670</wp:posOffset>
                </wp:positionH>
                <wp:positionV relativeFrom="paragraph">
                  <wp:posOffset>8890</wp:posOffset>
                </wp:positionV>
                <wp:extent cx="2333625" cy="71437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7143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-22.1pt;margin-top:.7pt;width:183.75pt;height:56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" filled="f" strokecolor="black [1600]" strokeweight="2pt"/>
            </w:pict>
          </mc:Fallback>
        </mc:AlternateContent>
      </w:r>
      <w:r w:rsidRPr="00A4305B">
        <w:rPr>
          <w:color w:val="00B0F0"/>
          <w:sz w:val="96"/>
          <w:szCs w:val="96"/>
        </w:rPr>
        <w:t>SAB'A</w:t>
      </w:r>
      <w:r w:rsidRPr="00A4305B">
        <w:rPr>
          <w:color w:val="00B0F0"/>
          <w:sz w:val="96"/>
          <w:szCs w:val="96"/>
        </w:rPr>
        <w:tab/>
      </w:r>
      <w:r w:rsidRPr="00A4305B">
        <w:rPr>
          <w:sz w:val="96"/>
          <w:szCs w:val="96"/>
        </w:rPr>
        <w:tab/>
      </w:r>
      <w:r w:rsidRPr="00A4305B">
        <w:rPr>
          <w:color w:val="00B0F0"/>
          <w:sz w:val="96"/>
          <w:szCs w:val="96"/>
        </w:rPr>
        <w:t>THAMANIA</w:t>
      </w:r>
    </w:p>
    <w:p w:rsidR="00A4305B" w:rsidRPr="00A4305B" w:rsidRDefault="00A4305B" w:rsidP="00A4305B">
      <w:pPr>
        <w:rPr>
          <w:sz w:val="96"/>
          <w:szCs w:val="96"/>
        </w:rPr>
      </w:pPr>
    </w:p>
    <w:p w:rsidR="00A4305B" w:rsidRPr="00A4305B" w:rsidRDefault="00A4305B" w:rsidP="00A4305B">
      <w:pPr>
        <w:rPr>
          <w:sz w:val="96"/>
          <w:szCs w:val="96"/>
        </w:rPr>
      </w:pPr>
      <w:bookmarkStart w:id="0" w:name="_GoBack"/>
      <w:r w:rsidRPr="00A4305B">
        <w:rPr>
          <w:b/>
          <w:noProof/>
          <w:color w:val="00B0F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8DB555" wp14:editId="037247FD">
                <wp:simplePos x="0" y="0"/>
                <wp:positionH relativeFrom="column">
                  <wp:posOffset>-175895</wp:posOffset>
                </wp:positionH>
                <wp:positionV relativeFrom="paragraph">
                  <wp:posOffset>26035</wp:posOffset>
                </wp:positionV>
                <wp:extent cx="2667000" cy="71437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7143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9" o:spid="_x0000_s1026" style="position:absolute;margin-left:-13.85pt;margin-top:2.05pt;width:210pt;height:56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" filled="f" strokecolor="black [1600]" strokeweight="2pt"/>
            </w:pict>
          </mc:Fallback>
        </mc:AlternateContent>
      </w:r>
      <w:r w:rsidRPr="00A4305B">
        <w:rPr>
          <w:color w:val="00B0F0"/>
          <w:sz w:val="96"/>
          <w:szCs w:val="96"/>
        </w:rPr>
        <w:t>TISSA'A</w:t>
      </w:r>
      <w:bookmarkEnd w:id="0"/>
    </w:p>
    <w:sectPr w:rsidR="00A4305B" w:rsidRPr="00A430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05B"/>
    <w:rsid w:val="0013656C"/>
    <w:rsid w:val="0038516C"/>
    <w:rsid w:val="006B3802"/>
    <w:rsid w:val="00A4305B"/>
    <w:rsid w:val="00B65436"/>
    <w:rsid w:val="00BF49C4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EC747-F023-460F-919D-74BDF7050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5DCF31C3.dotm</Template>
  <TotalTime>7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1</cp:revision>
  <dcterms:created xsi:type="dcterms:W3CDTF">2019-07-15T10:27:00Z</dcterms:created>
  <dcterms:modified xsi:type="dcterms:W3CDTF">2019-07-15T10:34:00Z</dcterms:modified>
</cp:coreProperties>
</file>